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3A7E3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r w:rsidR="006204D1">
        <w:rPr>
          <w:rFonts w:ascii="Arial Narrow" w:hAnsi="Arial Narrow"/>
          <w:sz w:val="22"/>
          <w:lang w:val="de-DE"/>
        </w:rPr>
        <w:t>. Sitzung | 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C9531D">
        <w:rPr>
          <w:rFonts w:ascii="Arial Narrow" w:hAnsi="Arial Narrow"/>
          <w:noProof/>
          <w:sz w:val="22"/>
          <w:lang w:val="de-DE"/>
        </w:rPr>
        <w:t>13.05.2015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CB371A" w:rsidRDefault="00CB371A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Dell</w:t>
      </w:r>
      <w:r w:rsidR="00E44604">
        <w:rPr>
          <w:rFonts w:ascii="Arial Narrow" w:hAnsi="Arial Narrow"/>
          <w:sz w:val="22"/>
          <w:lang w:val="de-DE"/>
        </w:rPr>
        <w:t>‘</w:t>
      </w:r>
      <w:r>
        <w:rPr>
          <w:rFonts w:ascii="Arial Narrow" w:hAnsi="Arial Narrow"/>
          <w:sz w:val="22"/>
          <w:lang w:val="de-DE"/>
        </w:rPr>
        <w:t xml:space="preserve"> Oro</w:t>
      </w:r>
      <w:r w:rsidR="00E44604">
        <w:rPr>
          <w:rFonts w:ascii="Arial Narrow" w:hAnsi="Arial Narrow"/>
          <w:sz w:val="22"/>
          <w:lang w:val="de-DE"/>
        </w:rPr>
        <w:t>-Friedl</w:t>
      </w:r>
    </w:p>
    <w:p w:rsidR="008D0EC7" w:rsidRDefault="008C477B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Tübix 13.6.</w:t>
      </w:r>
    </w:p>
    <w:p w:rsidR="0019761B" w:rsidRDefault="0019761B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Einmalbesteck</w:t>
      </w:r>
    </w:p>
    <w:p w:rsidR="00490B21" w:rsidRDefault="00490B21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Wahlhelfer</w:t>
      </w:r>
    </w:p>
    <w:p w:rsidR="003A7E3B" w:rsidRDefault="003A7E3B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Arabisch Referat</w:t>
      </w:r>
    </w:p>
    <w:p w:rsidR="00503A8C" w:rsidRDefault="00503A8C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Marker/Stifte</w:t>
      </w:r>
    </w:p>
    <w:p w:rsidR="00101AEF" w:rsidRDefault="00101AEF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Kaffeeanalyse</w:t>
      </w:r>
    </w:p>
    <w:p w:rsidR="00CE1F64" w:rsidRDefault="00CE1F64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Bierbänke/ Boombox</w:t>
      </w:r>
    </w:p>
    <w:p w:rsidR="006D786F" w:rsidRDefault="006D786F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Verleihordner</w:t>
      </w:r>
    </w:p>
    <w:p w:rsidR="005442B8" w:rsidRPr="005442B8" w:rsidRDefault="005442B8" w:rsidP="005442B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Bar</w:t>
      </w:r>
    </w:p>
    <w:p w:rsidR="006D786F" w:rsidRDefault="006D786F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Thekenbereich Alte Cafete</w:t>
      </w:r>
    </w:p>
    <w:p w:rsidR="002F2BD0" w:rsidRDefault="002F2BD0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Dartscheibe Ersatzteil</w:t>
      </w:r>
    </w:p>
    <w:p w:rsidR="00503A8C" w:rsidRPr="00503A8C" w:rsidRDefault="00DD6348" w:rsidP="00503A8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Schlüssel Billiard</w:t>
      </w:r>
    </w:p>
    <w:p w:rsidR="005442B8" w:rsidRDefault="00347611" w:rsidP="005442B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Waschsalon</w:t>
      </w:r>
    </w:p>
    <w:p w:rsidR="006F419F" w:rsidRDefault="006F419F" w:rsidP="005442B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Schaukästen</w:t>
      </w:r>
    </w:p>
    <w:p w:rsidR="00066BC0" w:rsidRPr="005442B8" w:rsidRDefault="00066BC0" w:rsidP="005442B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Spiele</w:t>
      </w:r>
      <w:bookmarkStart w:id="0" w:name="_GoBack"/>
      <w:bookmarkEnd w:id="0"/>
    </w:p>
    <w:p w:rsidR="003A7E3B" w:rsidRPr="008C477B" w:rsidRDefault="003A7E3B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3A7E3B" w:rsidRPr="008C477B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e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66BC0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66BC0"/>
    <w:rsid w:val="000755CE"/>
    <w:rsid w:val="00094624"/>
    <w:rsid w:val="000973A0"/>
    <w:rsid w:val="000A4FD2"/>
    <w:rsid w:val="000B2E2D"/>
    <w:rsid w:val="000C1EB8"/>
    <w:rsid w:val="000C2A6E"/>
    <w:rsid w:val="000D74D9"/>
    <w:rsid w:val="00101AEF"/>
    <w:rsid w:val="00102F33"/>
    <w:rsid w:val="00103636"/>
    <w:rsid w:val="0011608E"/>
    <w:rsid w:val="001173D6"/>
    <w:rsid w:val="0012684C"/>
    <w:rsid w:val="001364FA"/>
    <w:rsid w:val="0014473D"/>
    <w:rsid w:val="00144E86"/>
    <w:rsid w:val="00145644"/>
    <w:rsid w:val="0019761B"/>
    <w:rsid w:val="001C7E80"/>
    <w:rsid w:val="001D3317"/>
    <w:rsid w:val="001D47FD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D090B"/>
    <w:rsid w:val="002E7327"/>
    <w:rsid w:val="002F2BD0"/>
    <w:rsid w:val="002F2E54"/>
    <w:rsid w:val="00310FD9"/>
    <w:rsid w:val="0031113D"/>
    <w:rsid w:val="00312F4D"/>
    <w:rsid w:val="0031477C"/>
    <w:rsid w:val="003339C0"/>
    <w:rsid w:val="00333D17"/>
    <w:rsid w:val="0034237A"/>
    <w:rsid w:val="00347611"/>
    <w:rsid w:val="0036697F"/>
    <w:rsid w:val="003733CC"/>
    <w:rsid w:val="003775B0"/>
    <w:rsid w:val="00380CCC"/>
    <w:rsid w:val="00381C67"/>
    <w:rsid w:val="00396AA7"/>
    <w:rsid w:val="003A7E3B"/>
    <w:rsid w:val="003B669B"/>
    <w:rsid w:val="004108F1"/>
    <w:rsid w:val="00424215"/>
    <w:rsid w:val="00425EF5"/>
    <w:rsid w:val="004359A0"/>
    <w:rsid w:val="00441B0C"/>
    <w:rsid w:val="00487AF4"/>
    <w:rsid w:val="00490B21"/>
    <w:rsid w:val="00490CDB"/>
    <w:rsid w:val="004D1F62"/>
    <w:rsid w:val="00501683"/>
    <w:rsid w:val="00501BD9"/>
    <w:rsid w:val="00503A8C"/>
    <w:rsid w:val="00532D30"/>
    <w:rsid w:val="00543129"/>
    <w:rsid w:val="005442B8"/>
    <w:rsid w:val="00552E34"/>
    <w:rsid w:val="005619ED"/>
    <w:rsid w:val="00565545"/>
    <w:rsid w:val="00577F83"/>
    <w:rsid w:val="005B1C22"/>
    <w:rsid w:val="005B52A2"/>
    <w:rsid w:val="005F45A2"/>
    <w:rsid w:val="00602994"/>
    <w:rsid w:val="00606F9B"/>
    <w:rsid w:val="00610EEC"/>
    <w:rsid w:val="006204D1"/>
    <w:rsid w:val="00672DC6"/>
    <w:rsid w:val="00685893"/>
    <w:rsid w:val="00686ECB"/>
    <w:rsid w:val="006A01E2"/>
    <w:rsid w:val="006A0CE7"/>
    <w:rsid w:val="006A2577"/>
    <w:rsid w:val="006A6E9D"/>
    <w:rsid w:val="006C4D68"/>
    <w:rsid w:val="006D0A34"/>
    <w:rsid w:val="006D786F"/>
    <w:rsid w:val="006F419F"/>
    <w:rsid w:val="006F55D7"/>
    <w:rsid w:val="007159E6"/>
    <w:rsid w:val="007173E9"/>
    <w:rsid w:val="00733F99"/>
    <w:rsid w:val="007364E7"/>
    <w:rsid w:val="00742C7E"/>
    <w:rsid w:val="00761B22"/>
    <w:rsid w:val="0076384A"/>
    <w:rsid w:val="00766556"/>
    <w:rsid w:val="00784186"/>
    <w:rsid w:val="007956EF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052CE"/>
    <w:rsid w:val="00813522"/>
    <w:rsid w:val="00815DF3"/>
    <w:rsid w:val="0081784D"/>
    <w:rsid w:val="00843F45"/>
    <w:rsid w:val="008457B3"/>
    <w:rsid w:val="0086150A"/>
    <w:rsid w:val="008743D8"/>
    <w:rsid w:val="008767BF"/>
    <w:rsid w:val="008864DE"/>
    <w:rsid w:val="008C250E"/>
    <w:rsid w:val="008C477B"/>
    <w:rsid w:val="008D0EC7"/>
    <w:rsid w:val="008D16EC"/>
    <w:rsid w:val="008D2BDB"/>
    <w:rsid w:val="008F7364"/>
    <w:rsid w:val="00927544"/>
    <w:rsid w:val="009301A0"/>
    <w:rsid w:val="00937828"/>
    <w:rsid w:val="00960306"/>
    <w:rsid w:val="00967DD8"/>
    <w:rsid w:val="009757B0"/>
    <w:rsid w:val="009764D9"/>
    <w:rsid w:val="009866E5"/>
    <w:rsid w:val="009906B7"/>
    <w:rsid w:val="009B0D2B"/>
    <w:rsid w:val="009B7B2F"/>
    <w:rsid w:val="009C2A35"/>
    <w:rsid w:val="009D3E73"/>
    <w:rsid w:val="009E6CE4"/>
    <w:rsid w:val="00A05515"/>
    <w:rsid w:val="00A448D9"/>
    <w:rsid w:val="00A44D35"/>
    <w:rsid w:val="00A47324"/>
    <w:rsid w:val="00A87E62"/>
    <w:rsid w:val="00A94BC2"/>
    <w:rsid w:val="00AD70BC"/>
    <w:rsid w:val="00AE757F"/>
    <w:rsid w:val="00AF264D"/>
    <w:rsid w:val="00B03346"/>
    <w:rsid w:val="00B04116"/>
    <w:rsid w:val="00B04368"/>
    <w:rsid w:val="00B136A5"/>
    <w:rsid w:val="00B16463"/>
    <w:rsid w:val="00B21886"/>
    <w:rsid w:val="00B23B5E"/>
    <w:rsid w:val="00B25462"/>
    <w:rsid w:val="00B262CA"/>
    <w:rsid w:val="00B27F1E"/>
    <w:rsid w:val="00B31937"/>
    <w:rsid w:val="00B456F2"/>
    <w:rsid w:val="00B51224"/>
    <w:rsid w:val="00B81E42"/>
    <w:rsid w:val="00B83D82"/>
    <w:rsid w:val="00B86965"/>
    <w:rsid w:val="00BA10A5"/>
    <w:rsid w:val="00BA497A"/>
    <w:rsid w:val="00BD4E8B"/>
    <w:rsid w:val="00BE1515"/>
    <w:rsid w:val="00BE3D6D"/>
    <w:rsid w:val="00BE7FEC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9531D"/>
    <w:rsid w:val="00CA423D"/>
    <w:rsid w:val="00CA5DF7"/>
    <w:rsid w:val="00CB371A"/>
    <w:rsid w:val="00CB5BD5"/>
    <w:rsid w:val="00CC3422"/>
    <w:rsid w:val="00CD7327"/>
    <w:rsid w:val="00CD74B4"/>
    <w:rsid w:val="00CE1F64"/>
    <w:rsid w:val="00CF0EE6"/>
    <w:rsid w:val="00D0241F"/>
    <w:rsid w:val="00D23BBC"/>
    <w:rsid w:val="00D24AA6"/>
    <w:rsid w:val="00D4751D"/>
    <w:rsid w:val="00D523B8"/>
    <w:rsid w:val="00D52E25"/>
    <w:rsid w:val="00D55BFE"/>
    <w:rsid w:val="00D56D60"/>
    <w:rsid w:val="00D62D7D"/>
    <w:rsid w:val="00D803B9"/>
    <w:rsid w:val="00D94C60"/>
    <w:rsid w:val="00DD1790"/>
    <w:rsid w:val="00DD6348"/>
    <w:rsid w:val="00DE1F6C"/>
    <w:rsid w:val="00E1673A"/>
    <w:rsid w:val="00E206F4"/>
    <w:rsid w:val="00E36789"/>
    <w:rsid w:val="00E44604"/>
    <w:rsid w:val="00E52891"/>
    <w:rsid w:val="00E5513A"/>
    <w:rsid w:val="00E609C1"/>
    <w:rsid w:val="00E66A27"/>
    <w:rsid w:val="00E715F5"/>
    <w:rsid w:val="00E81768"/>
    <w:rsid w:val="00E82DB8"/>
    <w:rsid w:val="00E90352"/>
    <w:rsid w:val="00E97E93"/>
    <w:rsid w:val="00EA30A5"/>
    <w:rsid w:val="00EB31F2"/>
    <w:rsid w:val="00EC61B7"/>
    <w:rsid w:val="00F15EEB"/>
    <w:rsid w:val="00F51884"/>
    <w:rsid w:val="00F55E54"/>
    <w:rsid w:val="00F81CCA"/>
    <w:rsid w:val="00F834DE"/>
    <w:rsid w:val="00F85BF5"/>
    <w:rsid w:val="00FA736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47</cp:revision>
  <cp:lastPrinted>2015-05-06T10:55:00Z</cp:lastPrinted>
  <dcterms:created xsi:type="dcterms:W3CDTF">2015-04-15T19:32:00Z</dcterms:created>
  <dcterms:modified xsi:type="dcterms:W3CDTF">2015-05-13T10:43:00Z</dcterms:modified>
</cp:coreProperties>
</file>